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D715AF" w14:textId="77777777" w:rsidR="006F3536" w:rsidRPr="006F3536" w:rsidRDefault="006F3536" w:rsidP="00EC1C56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bookmarkStart w:id="0" w:name="_GoBack"/>
      <w:bookmarkEnd w:id="0"/>
    </w:p>
    <w:p w14:paraId="17D715B0" w14:textId="1960DDFC" w:rsidR="006F3536" w:rsidRPr="006F3536" w:rsidRDefault="006F3536" w:rsidP="00EC1C56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 xml:space="preserve">Příloha č. </w:t>
      </w:r>
      <w:r w:rsidR="002622D4">
        <w:rPr>
          <w:rFonts w:eastAsia="Times New Roman" w:cs="Times New Roman"/>
          <w:lang w:eastAsia="cs-CZ"/>
        </w:rPr>
        <w:t>3</w:t>
      </w:r>
      <w:r w:rsidRPr="006F3536">
        <w:rPr>
          <w:rFonts w:eastAsia="Times New Roman" w:cs="Times New Roman"/>
          <w:lang w:eastAsia="cs-CZ"/>
        </w:rPr>
        <w:t xml:space="preserve"> </w:t>
      </w:r>
      <w:r w:rsidR="00DC3065">
        <w:rPr>
          <w:lang w:eastAsia="cs-CZ"/>
        </w:rPr>
        <w:t>Výzvy k podání nabídky</w:t>
      </w:r>
    </w:p>
    <w:p w14:paraId="17D715B1" w14:textId="77777777" w:rsidR="006F3536" w:rsidRPr="006F3536" w:rsidRDefault="006F3536" w:rsidP="00EC1C56">
      <w:pPr>
        <w:pStyle w:val="Nadpis1"/>
        <w:rPr>
          <w:rFonts w:eastAsia="Times New Roman"/>
        </w:rPr>
      </w:pPr>
      <w:r w:rsidRPr="006F3536">
        <w:rPr>
          <w:rFonts w:eastAsia="Times New Roman"/>
        </w:rPr>
        <w:t>Čestné prohlášení o splnění technické kvalifikace</w:t>
      </w:r>
    </w:p>
    <w:p w14:paraId="17D715B2" w14:textId="77777777" w:rsidR="006F3536" w:rsidRPr="006F3536" w:rsidRDefault="006F3536" w:rsidP="00EC1C56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45C957E6" w14:textId="77777777" w:rsidR="002622D4" w:rsidRPr="006F3536" w:rsidRDefault="002622D4" w:rsidP="002622D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6F3536">
        <w:rPr>
          <w:rFonts w:eastAsia="Times New Roman" w:cs="Times New Roman"/>
          <w:b/>
          <w:lang w:eastAsia="cs-CZ"/>
        </w:rPr>
        <w:t>Účastník:</w:t>
      </w:r>
    </w:p>
    <w:p w14:paraId="583DEF17" w14:textId="77777777" w:rsidR="002622D4" w:rsidRPr="006F3536" w:rsidRDefault="002622D4" w:rsidP="002622D4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6F3536">
        <w:rPr>
          <w:rFonts w:eastAsia="Times New Roman" w:cs="Times New Roman"/>
          <w:b/>
          <w:lang w:eastAsia="cs-CZ"/>
        </w:rPr>
        <w:t>Obchodní firma/jméno</w:t>
      </w:r>
      <w:r w:rsidRPr="006F3536">
        <w:rPr>
          <w:rFonts w:eastAsia="Times New Roman" w:cs="Times New Roman"/>
          <w:b/>
          <w:lang w:eastAsia="cs-CZ"/>
        </w:rPr>
        <w:tab/>
      </w:r>
      <w:r w:rsidRPr="00075E96">
        <w:rPr>
          <w:rFonts w:eastAsia="Times New Roman" w:cs="Times New Roman"/>
          <w:highlight w:val="yellow"/>
          <w:lang w:eastAsia="cs-CZ"/>
        </w:rPr>
        <w:t>………….</w:t>
      </w:r>
    </w:p>
    <w:p w14:paraId="5B0A2BB5" w14:textId="77777777" w:rsidR="002622D4" w:rsidRPr="006F3536" w:rsidRDefault="002622D4" w:rsidP="002622D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Sídlo/místo podnikání</w:t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075E96">
        <w:rPr>
          <w:rFonts w:eastAsia="Times New Roman" w:cs="Times New Roman"/>
          <w:highlight w:val="yellow"/>
          <w:lang w:eastAsia="cs-CZ"/>
        </w:rPr>
        <w:t>………….</w:t>
      </w:r>
    </w:p>
    <w:p w14:paraId="303B9D3D" w14:textId="77777777" w:rsidR="002622D4" w:rsidRPr="006F3536" w:rsidRDefault="002622D4" w:rsidP="002622D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IČO</w:t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075E96">
        <w:rPr>
          <w:rFonts w:eastAsia="Times New Roman" w:cs="Times New Roman"/>
          <w:highlight w:val="yellow"/>
          <w:lang w:eastAsia="cs-CZ"/>
        </w:rPr>
        <w:t>………….</w:t>
      </w:r>
    </w:p>
    <w:p w14:paraId="7A0C08DF" w14:textId="77777777" w:rsidR="002622D4" w:rsidRPr="006F3536" w:rsidRDefault="002622D4" w:rsidP="002622D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Zastoupen</w:t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075E96">
        <w:rPr>
          <w:rFonts w:eastAsia="Times New Roman" w:cs="Times New Roman"/>
          <w:highlight w:val="yellow"/>
          <w:lang w:eastAsia="cs-CZ"/>
        </w:rPr>
        <w:t>………….</w:t>
      </w:r>
    </w:p>
    <w:p w14:paraId="17D715B8" w14:textId="77777777" w:rsidR="006F3536" w:rsidRPr="006F3536" w:rsidRDefault="006F3536" w:rsidP="00EC1C56">
      <w:pPr>
        <w:spacing w:after="0" w:line="240" w:lineRule="auto"/>
        <w:rPr>
          <w:rFonts w:eastAsia="Times New Roman" w:cs="Times New Roman"/>
          <w:lang w:eastAsia="cs-CZ"/>
        </w:rPr>
      </w:pPr>
    </w:p>
    <w:p w14:paraId="17D715B9" w14:textId="5974B5E9" w:rsidR="006F3536" w:rsidRPr="006F3536" w:rsidRDefault="006F3536" w:rsidP="00EC1C56">
      <w:pPr>
        <w:spacing w:after="0" w:line="240" w:lineRule="auto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 xml:space="preserve">který podává nabídku </w:t>
      </w:r>
      <w:r w:rsidRPr="002622D4">
        <w:rPr>
          <w:rFonts w:eastAsia="Times New Roman" w:cs="Times New Roman"/>
          <w:lang w:eastAsia="cs-CZ"/>
        </w:rPr>
        <w:t xml:space="preserve">na podlimitní sektorovou veřejnou zakázku s názvem </w:t>
      </w:r>
      <w:bookmarkStart w:id="1" w:name="_Toc403053768"/>
      <w:r w:rsidRPr="002622D4">
        <w:rPr>
          <w:rFonts w:eastAsia="Times New Roman" w:cs="Times New Roman"/>
          <w:b/>
          <w:lang w:eastAsia="cs-CZ"/>
        </w:rPr>
        <w:t>„</w:t>
      </w:r>
      <w:bookmarkEnd w:id="1"/>
      <w:r w:rsidR="002622D4" w:rsidRPr="002622D4">
        <w:rPr>
          <w:rFonts w:eastAsia="Times New Roman" w:cs="Times New Roman"/>
          <w:b/>
          <w:lang w:eastAsia="cs-CZ"/>
        </w:rPr>
        <w:t>Mapové podklady geodetického zaměření skal Beroun-Rakovník</w:t>
      </w:r>
      <w:r w:rsidRPr="002622D4">
        <w:rPr>
          <w:rFonts w:eastAsia="Times New Roman" w:cs="Times New Roman"/>
          <w:b/>
          <w:lang w:eastAsia="cs-CZ"/>
        </w:rPr>
        <w:t xml:space="preserve">“, </w:t>
      </w:r>
      <w:r w:rsidR="002622D4" w:rsidRPr="002622D4">
        <w:rPr>
          <w:rFonts w:eastAsia="Times New Roman" w:cs="Times New Roman"/>
          <w:lang w:eastAsia="cs-CZ"/>
        </w:rPr>
        <w:t>č.j. 61232/2019-SŽDC-GŘ-O8</w:t>
      </w:r>
      <w:r w:rsidRPr="002622D4">
        <w:rPr>
          <w:rFonts w:eastAsia="Times New Roman" w:cs="Times New Roman"/>
          <w:lang w:eastAsia="cs-CZ"/>
        </w:rPr>
        <w:t xml:space="preserve">, tímto čestně prohlašuje, že za poslední 3 roky před zahájením zadávacího řízení poskytoval alespoň </w:t>
      </w:r>
      <w:r w:rsidR="002622D4" w:rsidRPr="002622D4">
        <w:rPr>
          <w:rFonts w:eastAsia="Times New Roman" w:cs="Times New Roman"/>
          <w:lang w:eastAsia="cs-CZ"/>
        </w:rPr>
        <w:t>1 významnou službu definovanou v čl. 6.5.1 výzvy</w:t>
      </w:r>
      <w:r w:rsidRPr="002622D4">
        <w:rPr>
          <w:rFonts w:eastAsia="Times New Roman" w:cs="Times New Roman"/>
          <w:lang w:eastAsia="cs-CZ"/>
        </w:rPr>
        <w:t xml:space="preserve"> k podání nabídky v</w:t>
      </w:r>
      <w:r w:rsidR="002622D4" w:rsidRPr="002622D4">
        <w:rPr>
          <w:rFonts w:eastAsia="Times New Roman" w:cs="Times New Roman"/>
          <w:lang w:eastAsia="cs-CZ"/>
        </w:rPr>
        <w:t xml:space="preserve"> minimálním finančním objemu 3.000.000,- Kč </w:t>
      </w:r>
      <w:r w:rsidRPr="002622D4">
        <w:rPr>
          <w:rFonts w:eastAsia="Times New Roman" w:cs="Times New Roman"/>
          <w:lang w:eastAsia="cs-CZ"/>
        </w:rPr>
        <w:t>bez DPH.</w:t>
      </w:r>
    </w:p>
    <w:p w14:paraId="17D715BA" w14:textId="77777777" w:rsidR="006F3536" w:rsidRPr="006F3536" w:rsidRDefault="006F3536" w:rsidP="00EC1C56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2622D4" w:rsidRPr="006F3536" w14:paraId="53B9EE97" w14:textId="77777777" w:rsidTr="00304D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one" w:sz="0" w:space="0" w:color="auto"/>
              <w:left w:val="none" w:sz="0" w:space="0" w:color="auto"/>
              <w:bottom w:val="single" w:sz="4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3A834D0E" w14:textId="77777777" w:rsidR="002622D4" w:rsidRPr="006F3536" w:rsidRDefault="002622D4" w:rsidP="00304D8D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</w:t>
            </w:r>
            <w:r w:rsidRPr="006F3536"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5A2FF1D8" w14:textId="77777777" w:rsidR="002622D4" w:rsidRPr="006F3536" w:rsidRDefault="002622D4" w:rsidP="00304D8D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spacing w:val="-6"/>
                <w:lang w:eastAsia="cs-CZ"/>
              </w:rPr>
              <w:t>IČO, sídlo, místo podnikaní, , kontakt k ověření realizované služby/dodávky</w:t>
            </w:r>
          </w:p>
        </w:tc>
        <w:tc>
          <w:tcPr>
            <w:tcW w:w="2990" w:type="dxa"/>
            <w:tcBorders>
              <w:top w:val="none" w:sz="0" w:space="0" w:color="auto"/>
              <w:left w:val="none" w:sz="0" w:space="0" w:color="auto"/>
              <w:bottom w:val="single" w:sz="4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7C5DCA8D" w14:textId="77777777" w:rsidR="002622D4" w:rsidRPr="006F3536" w:rsidRDefault="002622D4" w:rsidP="00304D8D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b/>
                <w:spacing w:val="-6"/>
                <w:lang w:eastAsia="cs-CZ"/>
              </w:rPr>
              <w:t>Předmět</w:t>
            </w: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 plnění významné služby</w:t>
            </w:r>
          </w:p>
          <w:p w14:paraId="35307052" w14:textId="77777777" w:rsidR="002622D4" w:rsidRPr="006F3536" w:rsidRDefault="002622D4" w:rsidP="00304D8D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none" w:sz="0" w:space="0" w:color="auto"/>
              <w:left w:val="none" w:sz="0" w:space="0" w:color="auto"/>
              <w:bottom w:val="single" w:sz="4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1E51BF40" w14:textId="77777777" w:rsidR="002622D4" w:rsidRPr="006F3536" w:rsidRDefault="002622D4" w:rsidP="00304D8D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b/>
                <w:spacing w:val="-6"/>
                <w:lang w:eastAsia="cs-CZ"/>
              </w:rPr>
              <w:t>Celkov</w:t>
            </w:r>
            <w:r>
              <w:rPr>
                <w:rFonts w:eastAsia="Times New Roman" w:cs="Times New Roman"/>
                <w:b/>
                <w:spacing w:val="-6"/>
                <w:lang w:eastAsia="cs-CZ"/>
              </w:rPr>
              <w:t>ý finanční objem služby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none" w:sz="0" w:space="0" w:color="auto"/>
              <w:left w:val="none" w:sz="0" w:space="0" w:color="auto"/>
              <w:bottom w:val="single" w:sz="4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4122BC56" w14:textId="77777777" w:rsidR="002622D4" w:rsidRPr="006F3536" w:rsidRDefault="002622D4" w:rsidP="00304D8D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6CA01105" w14:textId="77777777" w:rsidR="002622D4" w:rsidRPr="006F3536" w:rsidRDefault="002622D4" w:rsidP="00304D8D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2622D4" w:rsidRPr="006F3536" w14:paraId="39558BAB" w14:textId="77777777" w:rsidTr="00304D8D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0307C6" w14:textId="77777777" w:rsidR="002622D4" w:rsidRPr="006F3536" w:rsidRDefault="002622D4" w:rsidP="00304D8D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4E0681" w14:textId="77777777" w:rsidR="002622D4" w:rsidRPr="006F3536" w:rsidRDefault="002622D4" w:rsidP="00304D8D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5C58F5" w14:textId="77777777" w:rsidR="002622D4" w:rsidRPr="006F3536" w:rsidRDefault="002622D4" w:rsidP="00304D8D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CD7D87" w14:textId="77777777" w:rsidR="002622D4" w:rsidRPr="006F3536" w:rsidRDefault="002622D4" w:rsidP="00304D8D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17D715CD" w14:textId="77777777" w:rsidR="006F3536" w:rsidRPr="006F3536" w:rsidRDefault="006F3536" w:rsidP="00EC1C56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17D715CE" w14:textId="77777777" w:rsidR="006F3536" w:rsidRPr="006F3536" w:rsidRDefault="006F3536" w:rsidP="00EC1C56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7D715CF" w14:textId="77777777"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17D715D0" w14:textId="77777777"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V ………………….… dne ………………………</w:t>
      </w:r>
    </w:p>
    <w:p w14:paraId="17D715D1" w14:textId="77777777"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7D715D2" w14:textId="77777777"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7D715D3" w14:textId="77777777"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7D715D4" w14:textId="77777777" w:rsidR="009F392E" w:rsidRPr="006F3536" w:rsidRDefault="009F392E" w:rsidP="00EC1C56"/>
    <w:sectPr w:rsidR="009F392E" w:rsidRPr="006F3536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D715D8" w14:textId="77777777" w:rsidR="0075369F" w:rsidRDefault="0075369F" w:rsidP="00962258">
      <w:pPr>
        <w:spacing w:after="0" w:line="240" w:lineRule="auto"/>
      </w:pPr>
      <w:r>
        <w:separator/>
      </w:r>
    </w:p>
  </w:endnote>
  <w:endnote w:type="continuationSeparator" w:id="0">
    <w:p w14:paraId="17D715D9" w14:textId="77777777" w:rsidR="0075369F" w:rsidRDefault="0075369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7D715E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7D715D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F353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D15F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7D715E0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7D715E1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7D715E2" w14:textId="77777777" w:rsidR="00F1715C" w:rsidRDefault="00F1715C" w:rsidP="00D831A3">
          <w:pPr>
            <w:pStyle w:val="Zpat"/>
          </w:pPr>
        </w:p>
      </w:tc>
    </w:tr>
  </w:tbl>
  <w:p w14:paraId="17D715E4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7D715FA" wp14:editId="17D715F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7D715FC" wp14:editId="17D715F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7D715F7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7D715EF" w14:textId="77777777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7D715F0" w14:textId="77777777"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14:paraId="17D715F1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7D715F2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7D715F3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17D715F4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17D715F5" w14:textId="77777777" w:rsidR="00F1715C" w:rsidRDefault="00F1715C" w:rsidP="00460660">
          <w:pPr>
            <w:pStyle w:val="Zpat"/>
          </w:pPr>
        </w:p>
        <w:p w14:paraId="17D715F6" w14:textId="77777777" w:rsidR="00EF3736" w:rsidRDefault="00EF3736" w:rsidP="004E6A95">
          <w:pPr>
            <w:pStyle w:val="Zpat"/>
          </w:pPr>
          <w:r>
            <w:rPr>
              <w:rStyle w:val="slostrnky"/>
            </w:rPr>
            <w:t xml:space="preserve">                                          </w:t>
          </w:r>
        </w:p>
      </w:tc>
    </w:tr>
  </w:tbl>
  <w:p w14:paraId="17D715F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7D71600" wp14:editId="17D7160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17D71602" wp14:editId="17D7160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7D715F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D715D6" w14:textId="77777777" w:rsidR="0075369F" w:rsidRDefault="0075369F" w:rsidP="00962258">
      <w:pPr>
        <w:spacing w:after="0" w:line="240" w:lineRule="auto"/>
      </w:pPr>
      <w:r>
        <w:separator/>
      </w:r>
    </w:p>
  </w:footnote>
  <w:footnote w:type="continuationSeparator" w:id="0">
    <w:p w14:paraId="17D715D7" w14:textId="77777777" w:rsidR="0075369F" w:rsidRDefault="0075369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D715DD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7D715D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7D715DB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7D715DC" w14:textId="77777777" w:rsidR="00F1715C" w:rsidRPr="00D6163D" w:rsidRDefault="00F1715C" w:rsidP="00D6163D">
          <w:pPr>
            <w:pStyle w:val="Druhdokumentu"/>
          </w:pPr>
        </w:p>
      </w:tc>
    </w:tr>
  </w:tbl>
  <w:p w14:paraId="17D715D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D715E8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7D715E5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7D715E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7D715E7" w14:textId="77777777" w:rsidR="00F1715C" w:rsidRPr="00D6163D" w:rsidRDefault="00F1715C" w:rsidP="00FC6389">
          <w:pPr>
            <w:pStyle w:val="Druhdokumentu"/>
          </w:pPr>
        </w:p>
      </w:tc>
    </w:tr>
    <w:tr w:rsidR="009F392E" w14:paraId="17D715EC" w14:textId="77777777" w:rsidTr="007C4ECD">
      <w:trPr>
        <w:trHeight w:hRule="exact" w:val="176"/>
      </w:trPr>
      <w:tc>
        <w:tcPr>
          <w:tcW w:w="1361" w:type="dxa"/>
          <w:tcMar>
            <w:left w:w="0" w:type="dxa"/>
            <w:right w:w="0" w:type="dxa"/>
          </w:tcMar>
        </w:tcPr>
        <w:p w14:paraId="17D715E9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7D715E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7D715EB" w14:textId="77777777" w:rsidR="009F392E" w:rsidRPr="00D6163D" w:rsidRDefault="009F392E" w:rsidP="00FC6389">
          <w:pPr>
            <w:pStyle w:val="Druhdokumentu"/>
          </w:pPr>
        </w:p>
      </w:tc>
    </w:tr>
  </w:tbl>
  <w:p w14:paraId="17D715ED" w14:textId="77777777"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17D715FE" wp14:editId="17D715FF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7D715EE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536"/>
    <w:rsid w:val="0001697C"/>
    <w:rsid w:val="00072C1E"/>
    <w:rsid w:val="000E23A7"/>
    <w:rsid w:val="0010693F"/>
    <w:rsid w:val="00114472"/>
    <w:rsid w:val="00134C28"/>
    <w:rsid w:val="001550BC"/>
    <w:rsid w:val="001605B9"/>
    <w:rsid w:val="00170EC5"/>
    <w:rsid w:val="001747C1"/>
    <w:rsid w:val="00184743"/>
    <w:rsid w:val="001E2A34"/>
    <w:rsid w:val="00207DF5"/>
    <w:rsid w:val="002622D4"/>
    <w:rsid w:val="00280E07"/>
    <w:rsid w:val="002C31BF"/>
    <w:rsid w:val="002D08B1"/>
    <w:rsid w:val="002E0CD7"/>
    <w:rsid w:val="00304599"/>
    <w:rsid w:val="00322C8F"/>
    <w:rsid w:val="00341DCF"/>
    <w:rsid w:val="00357BC6"/>
    <w:rsid w:val="003722B2"/>
    <w:rsid w:val="003956C6"/>
    <w:rsid w:val="003B1F2B"/>
    <w:rsid w:val="003D15F0"/>
    <w:rsid w:val="00441430"/>
    <w:rsid w:val="00450F07"/>
    <w:rsid w:val="00453CD3"/>
    <w:rsid w:val="00455EBA"/>
    <w:rsid w:val="00460660"/>
    <w:rsid w:val="00477169"/>
    <w:rsid w:val="00486107"/>
    <w:rsid w:val="00491827"/>
    <w:rsid w:val="004B348C"/>
    <w:rsid w:val="004C4399"/>
    <w:rsid w:val="004C787C"/>
    <w:rsid w:val="004E143C"/>
    <w:rsid w:val="004E3A53"/>
    <w:rsid w:val="004E6A95"/>
    <w:rsid w:val="004F4B9B"/>
    <w:rsid w:val="00511AB9"/>
    <w:rsid w:val="00523EA7"/>
    <w:rsid w:val="00553375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6F3536"/>
    <w:rsid w:val="00710723"/>
    <w:rsid w:val="00723ED1"/>
    <w:rsid w:val="00743525"/>
    <w:rsid w:val="0075369F"/>
    <w:rsid w:val="0076286B"/>
    <w:rsid w:val="00766846"/>
    <w:rsid w:val="0077673A"/>
    <w:rsid w:val="007846E1"/>
    <w:rsid w:val="007B570C"/>
    <w:rsid w:val="007C4ECD"/>
    <w:rsid w:val="007C589B"/>
    <w:rsid w:val="007C6BBC"/>
    <w:rsid w:val="007E4A6E"/>
    <w:rsid w:val="007F56A7"/>
    <w:rsid w:val="00807DD0"/>
    <w:rsid w:val="00810EC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42BE5"/>
    <w:rsid w:val="00B75EE1"/>
    <w:rsid w:val="00B77481"/>
    <w:rsid w:val="00B8518B"/>
    <w:rsid w:val="00BD7E91"/>
    <w:rsid w:val="00C02D0A"/>
    <w:rsid w:val="00C03A6E"/>
    <w:rsid w:val="00C44F6A"/>
    <w:rsid w:val="00C47AE3"/>
    <w:rsid w:val="00CC4C25"/>
    <w:rsid w:val="00CD1FC4"/>
    <w:rsid w:val="00D21061"/>
    <w:rsid w:val="00D24A63"/>
    <w:rsid w:val="00D4108E"/>
    <w:rsid w:val="00D6163D"/>
    <w:rsid w:val="00D831A3"/>
    <w:rsid w:val="00DC3065"/>
    <w:rsid w:val="00DC75F3"/>
    <w:rsid w:val="00DD46F3"/>
    <w:rsid w:val="00DE56F2"/>
    <w:rsid w:val="00DF116D"/>
    <w:rsid w:val="00EB104F"/>
    <w:rsid w:val="00EC1C56"/>
    <w:rsid w:val="00ED14BD"/>
    <w:rsid w:val="00EF3736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7D715AF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semiHidden/>
    <w:rsid w:val="006F3536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6F3536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6F3536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3536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3536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semiHidden/>
    <w:rsid w:val="006F3536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6F3536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6F3536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3536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3536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tousek\Desktop\Vzory\szdc_hlavickovy-papir_v6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42BA68-2041-4778-A069-09BE0CF67B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93AA8E8-EFF8-43B6-87E8-33F98C63FE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907D9C-E834-4DDA-8A22-A9623C9CC584}">
  <ds:schemaRefs>
    <ds:schemaRef ds:uri="http://purl.org/dc/dcmitype/"/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CAFE534-D936-4001-80E0-CD6D5B11B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szdc_hlavickovy-papir_v6_SABLONA</Template>
  <TotalTime>0</TotalTime>
  <Pages>1</Pages>
  <Words>125</Words>
  <Characters>738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Matoušek Ondřej, Ing.</dc:creator>
  <cp:lastModifiedBy>Zachová Tereza, Ing.</cp:lastModifiedBy>
  <cp:revision>3</cp:revision>
  <cp:lastPrinted>2019-10-18T09:54:00Z</cp:lastPrinted>
  <dcterms:created xsi:type="dcterms:W3CDTF">2019-10-09T14:08:00Z</dcterms:created>
  <dcterms:modified xsi:type="dcterms:W3CDTF">2019-10-18T09:54:00Z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